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3F2" w:rsidRDefault="009C03F2" w:rsidP="001053B9">
      <w:pPr>
        <w:jc w:val="center"/>
        <w:rPr>
          <w:rFonts w:ascii="Book Antiqua" w:hAnsi="Book Antiqua"/>
          <w:b/>
          <w:iCs/>
          <w:spacing w:val="40"/>
          <w:sz w:val="28"/>
          <w:szCs w:val="24"/>
          <w:u w:val="single"/>
        </w:rPr>
      </w:pPr>
      <w:bookmarkStart w:id="0" w:name="OLE_LINK1"/>
      <w:bookmarkStart w:id="1" w:name="OLE_LINK2"/>
      <w:bookmarkStart w:id="2" w:name="_GoBack"/>
      <w:bookmarkEnd w:id="0"/>
      <w:bookmarkEnd w:id="1"/>
      <w:bookmarkEnd w:id="2"/>
      <w:r w:rsidRPr="00514E86">
        <w:rPr>
          <w:rFonts w:ascii="Book Antiqua" w:hAnsi="Book Antiqua"/>
          <w:b/>
          <w:iCs/>
          <w:spacing w:val="40"/>
          <w:sz w:val="28"/>
          <w:szCs w:val="24"/>
          <w:u w:val="single"/>
        </w:rPr>
        <w:t>AUTORIZACIÓN TEMPORADA</w:t>
      </w:r>
      <w:r w:rsidR="00F06EEA">
        <w:rPr>
          <w:rFonts w:ascii="Book Antiqua" w:hAnsi="Book Antiqua"/>
          <w:b/>
          <w:iCs/>
          <w:spacing w:val="40"/>
          <w:sz w:val="28"/>
          <w:szCs w:val="24"/>
          <w:u w:val="single"/>
        </w:rPr>
        <w:t xml:space="preserve"> 20</w:t>
      </w:r>
      <w:r w:rsidR="0046427D">
        <w:rPr>
          <w:rFonts w:ascii="Book Antiqua" w:hAnsi="Book Antiqua"/>
          <w:b/>
          <w:iCs/>
          <w:spacing w:val="40"/>
          <w:sz w:val="28"/>
          <w:szCs w:val="24"/>
          <w:u w:val="single"/>
        </w:rPr>
        <w:t>20/21</w:t>
      </w:r>
    </w:p>
    <w:p w:rsidR="009C03F2" w:rsidRPr="00514E86" w:rsidRDefault="009C03F2" w:rsidP="009C03F2">
      <w:pPr>
        <w:jc w:val="both"/>
        <w:rPr>
          <w:rFonts w:ascii="Book Antiqua" w:hAnsi="Book Antiqua"/>
          <w:b/>
          <w:bCs/>
          <w:sz w:val="24"/>
          <w:szCs w:val="24"/>
        </w:rPr>
      </w:pPr>
    </w:p>
    <w:p w:rsidR="009C03F2" w:rsidRPr="009C03F2" w:rsidRDefault="009C03F2" w:rsidP="009C03F2">
      <w:pPr>
        <w:spacing w:line="360" w:lineRule="auto"/>
        <w:jc w:val="both"/>
        <w:rPr>
          <w:rFonts w:ascii="Calibri" w:hAnsi="Calibri"/>
          <w:sz w:val="24"/>
          <w:szCs w:val="24"/>
        </w:rPr>
      </w:pPr>
      <w:r w:rsidRPr="009C03F2">
        <w:rPr>
          <w:rFonts w:ascii="Calibri" w:hAnsi="Calibri"/>
          <w:sz w:val="24"/>
          <w:szCs w:val="24"/>
        </w:rPr>
        <w:t xml:space="preserve">El abajo firmante D. /Dª ____________________________________________________ con DNI /NIF/Pasaporte nº _______________, teléfono de contacto: ______________ autoriza como padre/madre/tutor </w:t>
      </w:r>
      <w:r w:rsidRPr="009C03F2">
        <w:rPr>
          <w:rFonts w:ascii="Calibri" w:hAnsi="Calibri"/>
          <w:i/>
          <w:sz w:val="24"/>
          <w:szCs w:val="24"/>
        </w:rPr>
        <w:t>(tachar lo que no proceda)</w:t>
      </w:r>
      <w:r w:rsidRPr="009C03F2">
        <w:rPr>
          <w:rFonts w:ascii="Calibri" w:hAnsi="Calibri"/>
          <w:sz w:val="24"/>
          <w:szCs w:val="24"/>
        </w:rPr>
        <w:t xml:space="preserve"> a que el menor _________________________________________________, con DNI nº______________, nacido el ____________________________  con licencia nº ______________________y afiliado por el </w:t>
      </w:r>
    </w:p>
    <w:p w:rsidR="009C03F2" w:rsidRPr="009C03F2" w:rsidRDefault="009C03F2" w:rsidP="009C03F2">
      <w:pPr>
        <w:spacing w:line="360" w:lineRule="auto"/>
        <w:jc w:val="both"/>
        <w:rPr>
          <w:rFonts w:ascii="Calibri" w:hAnsi="Calibri"/>
          <w:sz w:val="24"/>
          <w:szCs w:val="24"/>
        </w:rPr>
      </w:pPr>
      <w:r w:rsidRPr="009C03F2">
        <w:rPr>
          <w:rFonts w:ascii="Calibri" w:hAnsi="Calibri"/>
          <w:sz w:val="24"/>
          <w:szCs w:val="24"/>
        </w:rPr>
        <w:t>Club ____________________________________________________________________</w:t>
      </w:r>
      <w:r w:rsidR="00DD0D2A">
        <w:rPr>
          <w:rFonts w:ascii="Calibri" w:hAnsi="Calibri"/>
          <w:sz w:val="24"/>
          <w:szCs w:val="24"/>
        </w:rPr>
        <w:t>___.</w:t>
      </w:r>
    </w:p>
    <w:p w:rsidR="009C03F2" w:rsidRPr="003E1450" w:rsidRDefault="009C03F2" w:rsidP="009C03F2">
      <w:pPr>
        <w:jc w:val="both"/>
        <w:rPr>
          <w:rFonts w:ascii="Calibri" w:hAnsi="Calibri"/>
          <w:b/>
          <w:bCs/>
          <w:i/>
          <w:iCs/>
          <w:sz w:val="22"/>
          <w:szCs w:val="22"/>
        </w:rPr>
      </w:pPr>
    </w:p>
    <w:p w:rsidR="005403E4" w:rsidRPr="005403E4" w:rsidRDefault="008B2CB7" w:rsidP="008B2CB7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 xml:space="preserve">1°. Autorizo a mi hij@, a participar </w:t>
      </w:r>
      <w:r w:rsidR="005403E4" w:rsidRPr="005403E4">
        <w:rPr>
          <w:rFonts w:ascii="Calibri" w:hAnsi="Calibri"/>
          <w:sz w:val="22"/>
          <w:szCs w:val="22"/>
        </w:rPr>
        <w:t>en todas las actividades programadas (Campeonatos, Ranking, Entrenamientos, Cursos, etc...), la grabación, reproducción y difusión por parte de la Federación Andaluza de Judo y Deportes Asociados de las imágenes asociadas a dichos eventos, en cualquier formato y/o soporte (papel, electrónico, telemático, etc.) y en los medios que habitualmente utiliza la Federación para la difusión de su información.</w:t>
      </w:r>
    </w:p>
    <w:p w:rsidR="008B2CB7" w:rsidRPr="005403E4" w:rsidRDefault="008B2CB7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 xml:space="preserve">2°. Entiendo y acepto las normas de conducta QUE SE APLICARAN, atendiendo a la Normativa de Conducta de la </w:t>
      </w:r>
      <w:r w:rsidR="008E3C16">
        <w:rPr>
          <w:rFonts w:ascii="Calibri" w:hAnsi="Calibri"/>
          <w:bCs/>
          <w:iCs/>
          <w:sz w:val="22"/>
          <w:szCs w:val="22"/>
        </w:rPr>
        <w:t>FANJYDA</w:t>
      </w:r>
      <w:r w:rsidRPr="005403E4">
        <w:rPr>
          <w:rFonts w:ascii="Calibri" w:hAnsi="Calibri"/>
          <w:bCs/>
          <w:iCs/>
          <w:sz w:val="22"/>
          <w:szCs w:val="22"/>
        </w:rPr>
        <w:t>, ya que en la calidad que viajan</w:t>
      </w:r>
      <w:r w:rsidR="005403E4" w:rsidRPr="005403E4">
        <w:rPr>
          <w:rFonts w:ascii="Calibri" w:hAnsi="Calibri"/>
          <w:bCs/>
          <w:iCs/>
          <w:sz w:val="22"/>
          <w:szCs w:val="22"/>
        </w:rPr>
        <w:t xml:space="preserve"> o participan</w:t>
      </w:r>
      <w:r w:rsidRPr="005403E4">
        <w:rPr>
          <w:rFonts w:ascii="Calibri" w:hAnsi="Calibri"/>
          <w:bCs/>
          <w:iCs/>
          <w:sz w:val="22"/>
          <w:szCs w:val="22"/>
        </w:rPr>
        <w:t xml:space="preserve"> es como Equipo </w:t>
      </w:r>
      <w:r w:rsidR="005403E4" w:rsidRPr="005403E4">
        <w:rPr>
          <w:rFonts w:ascii="Calibri" w:hAnsi="Calibri"/>
          <w:bCs/>
          <w:iCs/>
          <w:sz w:val="22"/>
          <w:szCs w:val="22"/>
        </w:rPr>
        <w:t>Andaluz</w:t>
      </w:r>
      <w:r w:rsidRPr="005403E4">
        <w:rPr>
          <w:rFonts w:ascii="Calibri" w:hAnsi="Calibri"/>
          <w:bCs/>
          <w:iCs/>
          <w:sz w:val="22"/>
          <w:szCs w:val="22"/>
        </w:rPr>
        <w:t xml:space="preserve">, representando a </w:t>
      </w:r>
      <w:r w:rsidR="005403E4" w:rsidRPr="005403E4">
        <w:rPr>
          <w:rFonts w:ascii="Calibri" w:hAnsi="Calibri"/>
          <w:bCs/>
          <w:iCs/>
          <w:sz w:val="22"/>
          <w:szCs w:val="22"/>
        </w:rPr>
        <w:t>Andalucia</w:t>
      </w:r>
      <w:r w:rsidRPr="005403E4">
        <w:rPr>
          <w:rFonts w:ascii="Calibri" w:hAnsi="Calibri"/>
          <w:bCs/>
          <w:iCs/>
          <w:sz w:val="22"/>
          <w:szCs w:val="22"/>
        </w:rPr>
        <w:t>, por lo que todos sus actos deben de ser de acuerdo a lo que figura en dicha Normativa.</w:t>
      </w:r>
    </w:p>
    <w:p w:rsidR="008B2CB7" w:rsidRPr="005403E4" w:rsidRDefault="008B2CB7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>3°. Entiendo de la lectura de la Normativa, que deberán cumplir con todos los puntos dirigidos a la Actitud Deportiva: comportamiento, puntualidad, actitud, control de peso, etc</w:t>
      </w:r>
      <w:r w:rsidR="008E3C16">
        <w:rPr>
          <w:rFonts w:ascii="Calibri" w:hAnsi="Calibri"/>
          <w:bCs/>
          <w:iCs/>
          <w:sz w:val="22"/>
          <w:szCs w:val="22"/>
        </w:rPr>
        <w:t>.</w:t>
      </w:r>
    </w:p>
    <w:p w:rsidR="008B2CB7" w:rsidRPr="005403E4" w:rsidRDefault="008B2CB7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>4°. Entiendo que si mi hijo/a incumple las normas expuestas puede ser devuelto a casa y deberé correr con los gastos del viaje y cualquier otro coste derivado del viaje de vuelta, que puede ser considerable al no aplicarse, tarifa de grupo, ni descuentos por reserva con antelación.</w:t>
      </w:r>
    </w:p>
    <w:p w:rsidR="008B2CB7" w:rsidRPr="005403E4" w:rsidRDefault="008B2CB7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>5</w:t>
      </w:r>
      <w:r w:rsidR="0091640C" w:rsidRPr="005403E4">
        <w:rPr>
          <w:rFonts w:ascii="Calibri" w:hAnsi="Calibri"/>
          <w:bCs/>
          <w:iCs/>
          <w:sz w:val="22"/>
          <w:szCs w:val="22"/>
        </w:rPr>
        <w:t>°.</w:t>
      </w:r>
      <w:r w:rsidRPr="005403E4">
        <w:rPr>
          <w:rFonts w:ascii="Calibri" w:hAnsi="Calibri"/>
          <w:bCs/>
          <w:iCs/>
          <w:sz w:val="22"/>
          <w:szCs w:val="22"/>
        </w:rPr>
        <w:t xml:space="preserve"> Estando de acuerdo con las Actividades Complementarias que se pudieran organizar durante </w:t>
      </w:r>
      <w:r w:rsidR="008E3C16" w:rsidRPr="008E3C16">
        <w:rPr>
          <w:rFonts w:ascii="Calibri" w:hAnsi="Calibri"/>
          <w:bCs/>
          <w:iCs/>
          <w:sz w:val="22"/>
          <w:szCs w:val="22"/>
        </w:rPr>
        <w:t>las actividades programadas (Campeonatos, Ranking, Entrenamientos, Cursos, etc...)</w:t>
      </w:r>
      <w:r w:rsidRPr="005403E4">
        <w:rPr>
          <w:rFonts w:ascii="Calibri" w:hAnsi="Calibri"/>
          <w:bCs/>
          <w:iCs/>
          <w:sz w:val="22"/>
          <w:szCs w:val="22"/>
        </w:rPr>
        <w:t xml:space="preserve"> a la que asiste</w:t>
      </w:r>
      <w:r w:rsidR="008E3C16">
        <w:rPr>
          <w:rFonts w:ascii="Calibri" w:hAnsi="Calibri"/>
          <w:bCs/>
          <w:iCs/>
          <w:sz w:val="22"/>
          <w:szCs w:val="22"/>
        </w:rPr>
        <w:t>.</w:t>
      </w:r>
    </w:p>
    <w:p w:rsidR="008B2CB7" w:rsidRPr="005403E4" w:rsidRDefault="008B2CB7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>6°. Entiendo que seré considerado responsable de cualquier consecuencia económica que se derive de la conducta de mi hijo/a (multas, cargos por daños a la propiedad, etc.)</w:t>
      </w:r>
    </w:p>
    <w:p w:rsidR="008B2CB7" w:rsidRDefault="008B2CB7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 xml:space="preserve">7°. Entiendo que mi hijo, si es enviado a casa por mala conducta, se expone a medias disciplinarias por parte de la </w:t>
      </w:r>
      <w:r w:rsidR="005403E4" w:rsidRPr="005403E4">
        <w:rPr>
          <w:rFonts w:ascii="Calibri" w:hAnsi="Calibri"/>
          <w:bCs/>
          <w:iCs/>
          <w:sz w:val="22"/>
          <w:szCs w:val="22"/>
        </w:rPr>
        <w:t>FANJYDA</w:t>
      </w:r>
      <w:r w:rsidRPr="005403E4">
        <w:rPr>
          <w:rFonts w:ascii="Calibri" w:hAnsi="Calibri"/>
          <w:bCs/>
          <w:iCs/>
          <w:sz w:val="22"/>
          <w:szCs w:val="22"/>
        </w:rPr>
        <w:t>.</w:t>
      </w:r>
    </w:p>
    <w:p w:rsidR="0091640C" w:rsidRPr="005403E4" w:rsidRDefault="0091640C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8</w:t>
      </w:r>
      <w:r w:rsidRPr="005403E4">
        <w:rPr>
          <w:rFonts w:ascii="Calibri" w:hAnsi="Calibri"/>
          <w:bCs/>
          <w:iCs/>
          <w:sz w:val="22"/>
          <w:szCs w:val="22"/>
        </w:rPr>
        <w:t>°.</w:t>
      </w:r>
      <w:r>
        <w:rPr>
          <w:rFonts w:ascii="Calibri" w:hAnsi="Calibri"/>
          <w:bCs/>
          <w:iCs/>
          <w:sz w:val="22"/>
          <w:szCs w:val="22"/>
        </w:rPr>
        <w:t xml:space="preserve"> En caso de ser convocado por la FANJYDA, la no asistencia del deportista al evento sin justificación fehaciente conllevará la aplicación del Reglamento de Disciplina Deportiva con sus respectivas medidas y/o sanciones. </w:t>
      </w:r>
    </w:p>
    <w:p w:rsidR="008B2CB7" w:rsidRPr="005403E4" w:rsidRDefault="00C61663" w:rsidP="008B2CB7">
      <w:pPr>
        <w:spacing w:line="276" w:lineRule="auto"/>
        <w:jc w:val="both"/>
        <w:rPr>
          <w:rFonts w:ascii="Calibri" w:hAnsi="Calibri"/>
          <w:bCs/>
          <w:iCs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>*</w:t>
      </w:r>
      <w:r w:rsidR="008B2CB7" w:rsidRPr="005403E4">
        <w:rPr>
          <w:rFonts w:ascii="Calibri" w:hAnsi="Calibri"/>
          <w:bCs/>
          <w:iCs/>
          <w:sz w:val="22"/>
          <w:szCs w:val="22"/>
        </w:rPr>
        <w:t xml:space="preserve"> Sin este documento de compromiso el competidor no puede tomar parte en </w:t>
      </w:r>
      <w:r w:rsidR="005403E4" w:rsidRPr="005403E4">
        <w:rPr>
          <w:rFonts w:ascii="Calibri" w:hAnsi="Calibri"/>
          <w:bCs/>
          <w:iCs/>
          <w:sz w:val="22"/>
          <w:szCs w:val="22"/>
        </w:rPr>
        <w:t>las</w:t>
      </w:r>
      <w:r w:rsidR="008B2CB7" w:rsidRPr="005403E4">
        <w:rPr>
          <w:rFonts w:ascii="Calibri" w:hAnsi="Calibri"/>
          <w:bCs/>
          <w:iCs/>
          <w:sz w:val="22"/>
          <w:szCs w:val="22"/>
        </w:rPr>
        <w:t xml:space="preserve"> actividad</w:t>
      </w:r>
      <w:r w:rsidR="005403E4" w:rsidRPr="005403E4">
        <w:rPr>
          <w:rFonts w:ascii="Calibri" w:hAnsi="Calibri"/>
          <w:bCs/>
          <w:iCs/>
          <w:sz w:val="22"/>
          <w:szCs w:val="22"/>
        </w:rPr>
        <w:t>es</w:t>
      </w:r>
      <w:r w:rsidR="008B2CB7" w:rsidRPr="005403E4">
        <w:rPr>
          <w:rFonts w:ascii="Calibri" w:hAnsi="Calibri"/>
          <w:bCs/>
          <w:iCs/>
          <w:sz w:val="22"/>
          <w:szCs w:val="22"/>
        </w:rPr>
        <w:t xml:space="preserve"> que organiza</w:t>
      </w:r>
      <w:r w:rsidR="005403E4" w:rsidRPr="005403E4">
        <w:rPr>
          <w:rFonts w:ascii="Calibri" w:hAnsi="Calibri"/>
          <w:bCs/>
          <w:iCs/>
          <w:sz w:val="22"/>
          <w:szCs w:val="22"/>
        </w:rPr>
        <w:t xml:space="preserve"> la FANJYDA</w:t>
      </w:r>
      <w:r w:rsidR="008B2CB7" w:rsidRPr="005403E4">
        <w:rPr>
          <w:rFonts w:ascii="Calibri" w:hAnsi="Calibri"/>
          <w:bCs/>
          <w:iCs/>
          <w:sz w:val="22"/>
          <w:szCs w:val="22"/>
        </w:rPr>
        <w:t>.</w:t>
      </w:r>
    </w:p>
    <w:p w:rsidR="009C03F2" w:rsidRDefault="008B2CB7" w:rsidP="0091640C">
      <w:pPr>
        <w:spacing w:line="276" w:lineRule="auto"/>
        <w:rPr>
          <w:rFonts w:ascii="Calibri" w:hAnsi="Calibri"/>
          <w:sz w:val="22"/>
          <w:szCs w:val="22"/>
        </w:rPr>
      </w:pPr>
      <w:r w:rsidRPr="005403E4">
        <w:rPr>
          <w:rFonts w:ascii="Calibri" w:hAnsi="Calibri"/>
          <w:bCs/>
          <w:iCs/>
          <w:sz w:val="22"/>
          <w:szCs w:val="22"/>
        </w:rPr>
        <w:t>Nombre del Padre, Madre o</w:t>
      </w:r>
      <w:r w:rsidR="005403E4" w:rsidRPr="005403E4">
        <w:rPr>
          <w:rFonts w:ascii="Calibri" w:hAnsi="Calibri"/>
          <w:bCs/>
          <w:iCs/>
          <w:sz w:val="22"/>
          <w:szCs w:val="22"/>
        </w:rPr>
        <w:t xml:space="preserve"> Tutor:</w:t>
      </w:r>
      <w:r w:rsidR="0091640C">
        <w:rPr>
          <w:rFonts w:ascii="Calibri" w:hAnsi="Calibri"/>
          <w:bCs/>
          <w:iCs/>
          <w:sz w:val="22"/>
          <w:szCs w:val="22"/>
        </w:rPr>
        <w:tab/>
      </w:r>
      <w:r w:rsidR="0091640C">
        <w:rPr>
          <w:rFonts w:ascii="Calibri" w:hAnsi="Calibri"/>
          <w:bCs/>
          <w:iCs/>
          <w:sz w:val="22"/>
          <w:szCs w:val="22"/>
        </w:rPr>
        <w:tab/>
      </w:r>
      <w:r w:rsidR="0091640C">
        <w:rPr>
          <w:rFonts w:ascii="Calibri" w:hAnsi="Calibri"/>
          <w:bCs/>
          <w:iCs/>
          <w:sz w:val="22"/>
          <w:szCs w:val="22"/>
        </w:rPr>
        <w:tab/>
      </w:r>
      <w:r w:rsidR="0091640C">
        <w:rPr>
          <w:rFonts w:ascii="Calibri" w:hAnsi="Calibri"/>
          <w:bCs/>
          <w:iCs/>
          <w:sz w:val="22"/>
          <w:szCs w:val="22"/>
        </w:rPr>
        <w:tab/>
      </w:r>
      <w:r w:rsidR="0091640C">
        <w:rPr>
          <w:rFonts w:ascii="Calibri" w:hAnsi="Calibri"/>
          <w:bCs/>
          <w:iCs/>
          <w:sz w:val="22"/>
          <w:szCs w:val="22"/>
        </w:rPr>
        <w:tab/>
      </w:r>
      <w:r w:rsidR="009C03F2" w:rsidRPr="005403E4">
        <w:rPr>
          <w:rFonts w:ascii="Calibri" w:hAnsi="Calibri"/>
          <w:sz w:val="22"/>
          <w:szCs w:val="22"/>
        </w:rPr>
        <w:t>Firmado:</w:t>
      </w:r>
    </w:p>
    <w:p w:rsidR="0091640C" w:rsidRDefault="0091640C" w:rsidP="0091640C">
      <w:pPr>
        <w:spacing w:line="276" w:lineRule="auto"/>
        <w:rPr>
          <w:rFonts w:ascii="Calibri" w:hAnsi="Calibri"/>
          <w:sz w:val="22"/>
          <w:szCs w:val="22"/>
        </w:rPr>
      </w:pPr>
    </w:p>
    <w:p w:rsidR="0091640C" w:rsidRPr="005403E4" w:rsidRDefault="0091640C" w:rsidP="0091640C">
      <w:pPr>
        <w:spacing w:line="276" w:lineRule="auto"/>
        <w:rPr>
          <w:rFonts w:ascii="Calibri" w:hAnsi="Calibri"/>
          <w:sz w:val="22"/>
          <w:szCs w:val="22"/>
        </w:rPr>
      </w:pPr>
    </w:p>
    <w:p w:rsidR="009C03F2" w:rsidRPr="005403E4" w:rsidRDefault="009C03F2" w:rsidP="005403E4">
      <w:pPr>
        <w:spacing w:before="240"/>
        <w:jc w:val="right"/>
        <w:rPr>
          <w:rFonts w:ascii="Calibri" w:hAnsi="Calibri"/>
          <w:sz w:val="24"/>
          <w:szCs w:val="24"/>
        </w:rPr>
      </w:pPr>
      <w:r w:rsidRPr="003E1450">
        <w:rPr>
          <w:rFonts w:ascii="Calibri" w:hAnsi="Calibri"/>
          <w:sz w:val="24"/>
          <w:szCs w:val="24"/>
        </w:rPr>
        <w:t>En ____________________________ a ______ de ________________ de 20___</w:t>
      </w:r>
    </w:p>
    <w:p w:rsidR="009C03F2" w:rsidRPr="00514E86" w:rsidRDefault="009C03F2" w:rsidP="009C03F2">
      <w:pPr>
        <w:tabs>
          <w:tab w:val="center" w:pos="4252"/>
          <w:tab w:val="right" w:pos="8504"/>
        </w:tabs>
        <w:jc w:val="both"/>
        <w:rPr>
          <w:rFonts w:ascii="Book Antiqua" w:hAnsi="Book Antiqua"/>
          <w:sz w:val="16"/>
          <w:szCs w:val="16"/>
        </w:rPr>
      </w:pPr>
    </w:p>
    <w:p w:rsidR="005403E4" w:rsidRDefault="00162969" w:rsidP="00162969">
      <w:pPr>
        <w:pStyle w:val="Encabezado"/>
        <w:tabs>
          <w:tab w:val="left" w:pos="902"/>
          <w:tab w:val="left" w:pos="126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</w:p>
    <w:p w:rsidR="00162969" w:rsidRDefault="00162969" w:rsidP="009C03F2">
      <w:pPr>
        <w:pStyle w:val="Encabezado"/>
        <w:tabs>
          <w:tab w:val="left" w:pos="1260"/>
        </w:tabs>
        <w:jc w:val="center"/>
        <w:rPr>
          <w:rFonts w:ascii="Verdana" w:hAnsi="Verdana"/>
          <w:sz w:val="24"/>
          <w:szCs w:val="24"/>
        </w:rPr>
      </w:pPr>
    </w:p>
    <w:p w:rsidR="00782B60" w:rsidRPr="0098580C" w:rsidRDefault="009C03F2" w:rsidP="00162969">
      <w:pPr>
        <w:pStyle w:val="Encabezado"/>
        <w:tabs>
          <w:tab w:val="left" w:pos="1260"/>
        </w:tabs>
        <w:rPr>
          <w:rFonts w:ascii="Verdana" w:hAnsi="Verdana"/>
        </w:rPr>
      </w:pPr>
      <w:r w:rsidRPr="0098580C">
        <w:rPr>
          <w:rFonts w:ascii="Verdana" w:hAnsi="Verdana"/>
          <w:sz w:val="24"/>
          <w:szCs w:val="24"/>
        </w:rPr>
        <w:t>ADJUNTAR FOTOCOPIA DEL DNI Padre/Madre/Tutor</w:t>
      </w:r>
      <w:r w:rsidR="00162969">
        <w:rPr>
          <w:rFonts w:ascii="Verdana" w:hAnsi="Verdana"/>
          <w:sz w:val="24"/>
          <w:szCs w:val="24"/>
        </w:rPr>
        <w:t>.</w:t>
      </w:r>
    </w:p>
    <w:sectPr w:rsidR="00782B60" w:rsidRPr="0098580C" w:rsidSect="0091640C">
      <w:headerReference w:type="default" r:id="rId9"/>
      <w:footerReference w:type="even" r:id="rId10"/>
      <w:footerReference w:type="default" r:id="rId11"/>
      <w:pgSz w:w="11906" w:h="16838" w:code="9"/>
      <w:pgMar w:top="142" w:right="1134" w:bottom="720" w:left="1134" w:header="113" w:footer="34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A1E" w:rsidRDefault="00DC4A1E">
      <w:r>
        <w:separator/>
      </w:r>
    </w:p>
  </w:endnote>
  <w:endnote w:type="continuationSeparator" w:id="0">
    <w:p w:rsidR="00DC4A1E" w:rsidRDefault="00DC4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449" w:rsidRDefault="00893449" w:rsidP="00780480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93449" w:rsidRDefault="00893449" w:rsidP="0089344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969" w:rsidRPr="00162969" w:rsidRDefault="00893449" w:rsidP="0028336A">
    <w:pPr>
      <w:widowControl w:val="0"/>
      <w:pBdr>
        <w:top w:val="single" w:sz="12" w:space="0" w:color="008080"/>
      </w:pBdr>
      <w:ind w:right="-1"/>
      <w:rPr>
        <w:rFonts w:ascii="Trebuchet MS" w:hAnsi="Trebuchet MS"/>
        <w:b/>
        <w:bCs/>
        <w:color w:val="008000"/>
      </w:rPr>
    </w:pPr>
    <w:r w:rsidRPr="00893449">
      <w:rPr>
        <w:rFonts w:ascii="Trebuchet MS" w:hAnsi="Trebuchet MS"/>
        <w:b/>
        <w:bCs/>
        <w:color w:val="008000"/>
      </w:rPr>
      <w:t>FEDERACIÓN ANDALUZA DE JUDO Y DEPORTES ASOCIADOS</w:t>
    </w:r>
    <w:r w:rsidR="000E758E">
      <w:rPr>
        <w:rFonts w:ascii="Trebuchet MS" w:hAnsi="Trebuchet MS"/>
        <w:b/>
        <w:bCs/>
        <w:color w:val="008000"/>
      </w:rPr>
      <w:t xml:space="preserve"> – </w:t>
    </w:r>
    <w:hyperlink r:id="rId1" w:history="1">
      <w:r w:rsidR="00162969" w:rsidRPr="00796B6F">
        <w:rPr>
          <w:rStyle w:val="Hipervnculo"/>
          <w:rFonts w:ascii="Trebuchet MS" w:hAnsi="Trebuchet MS"/>
          <w:b/>
          <w:bCs/>
        </w:rPr>
        <w:t>www.fanjyda.com</w:t>
      </w:r>
    </w:hyperlink>
  </w:p>
  <w:p w:rsidR="00632CF4" w:rsidRPr="00162969" w:rsidRDefault="00162969" w:rsidP="00162969">
    <w:pPr>
      <w:pStyle w:val="Encabezado"/>
      <w:tabs>
        <w:tab w:val="left" w:pos="356"/>
      </w:tabs>
      <w:jc w:val="center"/>
      <w:rPr>
        <w:sz w:val="16"/>
        <w:szCs w:val="16"/>
        <w:lang w:val="es-ES"/>
      </w:rPr>
    </w:pPr>
    <w:r>
      <w:t xml:space="preserve"> </w:t>
    </w:r>
    <w:r w:rsidRPr="00162969">
      <w:rPr>
        <w:i/>
        <w:iCs/>
        <w:sz w:val="16"/>
        <w:szCs w:val="16"/>
      </w:rPr>
      <w:t>“Los datos personales recogidos serán incorporados y tratados en un fichero automatizado propiedad de la Federación Andaluza de Judo y DD.AA cuya finalidad es la utilización para seguimiento y mejora de nuestros judokas. La Federación Andaluza de Judo y DD.AA se compromete a respetar y facilitar el ejercicio de los derechos de acceso, rectificación, cancelación y oposición dentro de los límites previstos en la legislación vigente. Para ejercitar estos derechos y para cualquier aclaración, podrá dirigirse a la Federación Andaluza de Judo y DD.AA, Avda. Ana de Viya nº 9 11009 Cádiz Tfno.: 956 079 891, Fax 956 079 892, correo-e: administración@fanjyda.com”.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A1E" w:rsidRDefault="00DC4A1E">
      <w:r>
        <w:separator/>
      </w:r>
    </w:p>
  </w:footnote>
  <w:footnote w:type="continuationSeparator" w:id="0">
    <w:p w:rsidR="00DC4A1E" w:rsidRDefault="00DC4A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976" w:type="dxa"/>
      <w:tblInd w:w="-113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360"/>
      <w:gridCol w:w="8221"/>
    </w:tblGrid>
    <w:tr w:rsidR="00632CF4" w:rsidTr="0091640C">
      <w:tblPrEx>
        <w:tblCellMar>
          <w:top w:w="0" w:type="dxa"/>
          <w:bottom w:w="0" w:type="dxa"/>
        </w:tblCellMar>
      </w:tblPrEx>
      <w:trPr>
        <w:trHeight w:val="426"/>
      </w:trPr>
      <w:tc>
        <w:tcPr>
          <w:tcW w:w="4395" w:type="dxa"/>
        </w:tcPr>
        <w:p w:rsidR="00632CF4" w:rsidRDefault="003445D0" w:rsidP="00162969">
          <w:pPr>
            <w:rPr>
              <w:lang w:val="es-ES_tradnl"/>
            </w:rPr>
          </w:pPr>
          <w:r>
            <w:rPr>
              <w:noProof/>
            </w:rPr>
            <mc:AlternateContent>
              <mc:Choice Requires="wps">
                <w:drawing>
                  <wp:anchor distT="36576" distB="36576" distL="36576" distR="36576" simplePos="0" relativeHeight="251658240" behindDoc="0" locked="0" layoutInCell="1" allowOverlap="1">
                    <wp:simplePos x="0" y="0"/>
                    <wp:positionH relativeFrom="column">
                      <wp:posOffset>635635</wp:posOffset>
                    </wp:positionH>
                    <wp:positionV relativeFrom="paragraph">
                      <wp:posOffset>85090</wp:posOffset>
                    </wp:positionV>
                    <wp:extent cx="3791585" cy="655955"/>
                    <wp:effectExtent l="0" t="0" r="0" b="0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791585" cy="6559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0E758E" w:rsidRPr="000E758E" w:rsidRDefault="00893449" w:rsidP="000E758E">
                                <w:pPr>
                                  <w:widowControl w:val="0"/>
                                  <w:jc w:val="center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36"/>
                                    <w:szCs w:val="24"/>
                                  </w:rPr>
                                </w:pPr>
                                <w:r w:rsidRPr="000E758E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36"/>
                                    <w:szCs w:val="24"/>
                                  </w:rPr>
                                  <w:t>FEDERACION ANDALUZA DE JUDO</w:t>
                                </w:r>
                              </w:p>
                              <w:p w:rsidR="00893449" w:rsidRPr="000E758E" w:rsidRDefault="00893449" w:rsidP="000E758E">
                                <w:pPr>
                                  <w:widowControl w:val="0"/>
                                  <w:jc w:val="center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36"/>
                                    <w:szCs w:val="24"/>
                                  </w:rPr>
                                </w:pPr>
                                <w:r w:rsidRPr="000E758E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36"/>
                                    <w:szCs w:val="24"/>
                                  </w:rPr>
                                  <w:t>Y DEPORTES ASOCIADOS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50.05pt;margin-top:6.7pt;width:298.55pt;height:51.6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" filled="f" stroked="f" insetpen="t">
                    <v:textbox inset="2.88pt,2.88pt,2.88pt,2.88pt">
                      <w:txbxContent>
                        <w:p w:rsidR="000E758E" w:rsidRPr="000E758E" w:rsidRDefault="00893449" w:rsidP="000E758E">
                          <w:pPr>
                            <w:widowControl w:val="0"/>
                            <w:jc w:val="center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36"/>
                              <w:szCs w:val="24"/>
                            </w:rPr>
                          </w:pPr>
                          <w:r w:rsidRPr="000E758E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36"/>
                              <w:szCs w:val="24"/>
                            </w:rPr>
                            <w:t>FEDERACION ANDALUZA DE JUDO</w:t>
                          </w:r>
                        </w:p>
                        <w:p w:rsidR="00893449" w:rsidRPr="000E758E" w:rsidRDefault="00893449" w:rsidP="000E758E">
                          <w:pPr>
                            <w:widowControl w:val="0"/>
                            <w:jc w:val="center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36"/>
                              <w:szCs w:val="24"/>
                            </w:rPr>
                          </w:pPr>
                          <w:r w:rsidRPr="000E758E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36"/>
                              <w:szCs w:val="24"/>
                            </w:rPr>
                            <w:t>Y DEPORTES ASOCIADOS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632CF4" w:rsidRPr="00D27021" w:rsidRDefault="00632CF4" w:rsidP="00D27021">
          <w:pPr>
            <w:rPr>
              <w:lang w:val="es-ES_tradnl"/>
            </w:rPr>
          </w:pPr>
        </w:p>
        <w:p w:rsidR="00632CF4" w:rsidRPr="00D27021" w:rsidRDefault="00632CF4" w:rsidP="00D27021">
          <w:pPr>
            <w:rPr>
              <w:lang w:val="es-ES_tradnl"/>
            </w:rPr>
          </w:pPr>
        </w:p>
        <w:p w:rsidR="00632CF4" w:rsidRPr="00D27021" w:rsidRDefault="00632CF4" w:rsidP="00D27021">
          <w:pPr>
            <w:rPr>
              <w:lang w:val="es-ES_tradnl"/>
            </w:rPr>
          </w:pPr>
        </w:p>
        <w:p w:rsidR="00632CF4" w:rsidRPr="00D27021" w:rsidRDefault="00632CF4" w:rsidP="00D27021">
          <w:pPr>
            <w:jc w:val="right"/>
            <w:rPr>
              <w:lang w:val="es-ES_tradnl"/>
            </w:rPr>
          </w:pP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  <w:tc>
        <w:tcPr>
          <w:tcW w:w="8221" w:type="dxa"/>
        </w:tcPr>
        <w:p w:rsidR="00CE4661" w:rsidRDefault="003445D0">
          <w:pPr>
            <w:pStyle w:val="Encabezado"/>
            <w:tabs>
              <w:tab w:val="left" w:pos="356"/>
            </w:tabs>
            <w:spacing w:line="360" w:lineRule="auto"/>
            <w:rPr>
              <w:sz w:val="24"/>
            </w:rPr>
          </w:pPr>
          <w:r>
            <w:rPr>
              <w:noProof/>
              <w:lang w:val="es-ES"/>
            </w:rPr>
            <mc:AlternateContent>
              <mc:Choice Requires="wps">
                <w:drawing>
                  <wp:anchor distT="36576" distB="36576" distL="36576" distR="36576" simplePos="0" relativeHeight="251657216" behindDoc="0" locked="0" layoutInCell="1" allowOverlap="1">
                    <wp:simplePos x="0" y="0"/>
                    <wp:positionH relativeFrom="column">
                      <wp:posOffset>1866900</wp:posOffset>
                    </wp:positionH>
                    <wp:positionV relativeFrom="paragraph">
                      <wp:posOffset>114300</wp:posOffset>
                    </wp:positionV>
                    <wp:extent cx="2247900" cy="571500"/>
                    <wp:effectExtent l="0" t="0" r="0" b="0"/>
                    <wp:wrapNone/>
                    <wp:docPr id="1" name="Text Box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47900" cy="571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93449" w:rsidRDefault="0091640C" w:rsidP="00893449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Avenida Ana de Viya</w:t>
                                </w:r>
                                <w:r w:rsidR="00893449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9, Oficina </w:t>
                                </w:r>
                                <w:r w:rsidR="00893449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11009 </w:t>
                                </w:r>
                                <w:r w:rsidR="00162969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Cádiz</w:t>
                                </w:r>
                              </w:p>
                              <w:p w:rsidR="00893449" w:rsidRPr="00574951" w:rsidRDefault="00DD01EF" w:rsidP="00893449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TEL</w:t>
                                </w:r>
                                <w:r w:rsidR="00893449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>.956 079 891</w:t>
                                </w:r>
                                <w:r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</w:rPr>
                                  <w:t xml:space="preserve">. </w:t>
                                </w:r>
                                <w:r w:rsidR="00893449"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Fax 956 079 892</w:t>
                                </w:r>
                              </w:p>
                              <w:p w:rsidR="00893449" w:rsidRPr="00574951" w:rsidRDefault="0071003E" w:rsidP="00893449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smartTag w:uri="urn:schemas-microsoft-com:office:smarttags" w:element="PersonName">
                                  <w:r>
                                    <w:rPr>
                                      <w:rFonts w:ascii="Trebuchet MS" w:hAnsi="Trebuchet MS"/>
                                      <w:b/>
                                      <w:bCs/>
                                      <w:color w:val="009900"/>
                                      <w:sz w:val="14"/>
                                      <w:szCs w:val="14"/>
                                      <w:lang w:val="en-GB"/>
                                    </w:rPr>
                                    <w:t>administracion</w:t>
                                  </w:r>
                                  <w:r w:rsidR="00DD01EF" w:rsidRPr="00574951">
                                    <w:rPr>
                                      <w:rFonts w:ascii="Trebuchet MS" w:hAnsi="Trebuchet MS"/>
                                      <w:b/>
                                      <w:bCs/>
                                      <w:color w:val="009900"/>
                                      <w:sz w:val="14"/>
                                      <w:szCs w:val="14"/>
                                      <w:lang w:val="en-GB"/>
                                    </w:rPr>
                                    <w:t>@fanjyda.com</w:t>
                                  </w:r>
                                </w:smartTag>
                                <w:r w:rsidR="00DD01EF"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 xml:space="preserve">. </w:t>
                                </w:r>
                                <w:r w:rsidR="00893449"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www.fanjyda.com</w:t>
                                </w:r>
                              </w:p>
                              <w:p w:rsidR="00893449" w:rsidRPr="00574951" w:rsidRDefault="00893449" w:rsidP="00893449">
                                <w:pPr>
                                  <w:widowControl w:val="0"/>
                                  <w:jc w:val="right"/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 xml:space="preserve">C.I.F. </w:t>
                                </w:r>
                                <w:r w:rsidR="009C03F2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V</w:t>
                                </w:r>
                                <w:r w:rsidRPr="00574951">
                                  <w:rPr>
                                    <w:rFonts w:ascii="Trebuchet MS" w:hAnsi="Trebuchet MS"/>
                                    <w:b/>
                                    <w:bCs/>
                                    <w:color w:val="009900"/>
                                    <w:sz w:val="14"/>
                                    <w:szCs w:val="14"/>
                                    <w:lang w:val="en-GB"/>
                                  </w:rPr>
                                  <w:t>-11090081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1" o:spid="_x0000_s1027" type="#_x0000_t202" style="position:absolute;margin-left:147pt;margin-top:9pt;width:177pt;height:4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" filled="f" stroked="f" insetpen="t">
                    <v:textbox inset="2.88pt,2.88pt,2.88pt,2.88pt">
                      <w:txbxContent>
                        <w:p w:rsidR="00893449" w:rsidRDefault="0091640C" w:rsidP="00893449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Avenida Ana de Viya</w:t>
                          </w:r>
                          <w:r w:rsidR="00893449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9, Oficina </w:t>
                          </w:r>
                          <w:r w:rsidR="00893449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11009 </w:t>
                          </w:r>
                          <w:r w:rsidR="00162969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Cádiz</w:t>
                          </w:r>
                        </w:p>
                        <w:p w:rsidR="00893449" w:rsidRPr="00574951" w:rsidRDefault="00DD01EF" w:rsidP="00893449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TEL</w:t>
                          </w:r>
                          <w:r w:rsidR="00893449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>.956 079 891</w:t>
                          </w:r>
                          <w:r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</w:rPr>
                            <w:t xml:space="preserve">. </w:t>
                          </w:r>
                          <w:r w:rsidR="00893449"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Fax 956 079 892</w:t>
                          </w:r>
                        </w:p>
                        <w:p w:rsidR="00893449" w:rsidRPr="00574951" w:rsidRDefault="0071003E" w:rsidP="00893449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smartTag w:uri="urn:schemas-microsoft-com:office:smarttags" w:element="PersonName"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administracion</w:t>
                            </w:r>
                            <w:r w:rsidR="00DD01EF" w:rsidRPr="00574951">
                              <w:rPr>
                                <w:rFonts w:ascii="Trebuchet MS" w:hAnsi="Trebuchet MS"/>
                                <w:b/>
                                <w:bCs/>
                                <w:color w:val="009900"/>
                                <w:sz w:val="14"/>
                                <w:szCs w:val="14"/>
                                <w:lang w:val="en-GB"/>
                              </w:rPr>
                              <w:t>@fanjyda.com</w:t>
                            </w:r>
                          </w:smartTag>
                          <w:r w:rsidR="00DD01EF"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 xml:space="preserve">. </w:t>
                          </w:r>
                          <w:r w:rsidR="00893449"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www.fanjyda.com</w:t>
                          </w:r>
                        </w:p>
                        <w:p w:rsidR="00893449" w:rsidRPr="00574951" w:rsidRDefault="00893449" w:rsidP="00893449">
                          <w:pPr>
                            <w:widowControl w:val="0"/>
                            <w:jc w:val="right"/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</w:pP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 xml:space="preserve">C.I.F. </w:t>
                          </w:r>
                          <w:r w:rsidR="009C03F2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V</w:t>
                          </w:r>
                          <w:r w:rsidRPr="00574951">
                            <w:rPr>
                              <w:rFonts w:ascii="Trebuchet MS" w:hAnsi="Trebuchet MS"/>
                              <w:b/>
                              <w:bCs/>
                              <w:color w:val="009900"/>
                              <w:sz w:val="14"/>
                              <w:szCs w:val="14"/>
                              <w:lang w:val="en-GB"/>
                            </w:rPr>
                            <w:t>-11090081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632CF4" w:rsidRPr="00CE4661" w:rsidRDefault="00632CF4" w:rsidP="00CE4661">
          <w:pPr>
            <w:jc w:val="center"/>
            <w:rPr>
              <w:lang w:val="es-ES_tradnl"/>
            </w:rPr>
          </w:pPr>
        </w:p>
      </w:tc>
    </w:tr>
    <w:tr w:rsidR="00632CF4" w:rsidTr="0091640C">
      <w:tblPrEx>
        <w:tblCellMar>
          <w:top w:w="0" w:type="dxa"/>
          <w:bottom w:w="0" w:type="dxa"/>
        </w:tblCellMar>
      </w:tblPrEx>
      <w:trPr>
        <w:trHeight w:val="87"/>
      </w:trPr>
      <w:tc>
        <w:tcPr>
          <w:tcW w:w="4395" w:type="dxa"/>
        </w:tcPr>
        <w:p w:rsidR="00632CF4" w:rsidRDefault="00632CF4" w:rsidP="00162969">
          <w:pPr>
            <w:pStyle w:val="Encabezado"/>
            <w:rPr>
              <w:sz w:val="16"/>
            </w:rPr>
          </w:pPr>
        </w:p>
      </w:tc>
      <w:tc>
        <w:tcPr>
          <w:tcW w:w="360" w:type="dxa"/>
        </w:tcPr>
        <w:p w:rsidR="00632CF4" w:rsidRDefault="00632CF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  </w:t>
          </w:r>
        </w:p>
      </w:tc>
      <w:tc>
        <w:tcPr>
          <w:tcW w:w="8221" w:type="dxa"/>
        </w:tcPr>
        <w:p w:rsidR="00632CF4" w:rsidRDefault="00632CF4">
          <w:pPr>
            <w:pStyle w:val="Encabezado"/>
            <w:rPr>
              <w:sz w:val="16"/>
            </w:rPr>
          </w:pPr>
        </w:p>
      </w:tc>
    </w:tr>
  </w:tbl>
  <w:p w:rsidR="00632CF4" w:rsidRDefault="00632C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5B67"/>
    <w:multiLevelType w:val="hybridMultilevel"/>
    <w:tmpl w:val="71FAE13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C112E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9A403B1"/>
    <w:multiLevelType w:val="multilevel"/>
    <w:tmpl w:val="4C1C3F32"/>
    <w:lvl w:ilvl="0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E935CF3"/>
    <w:multiLevelType w:val="hybridMultilevel"/>
    <w:tmpl w:val="56EC205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60454F1"/>
    <w:multiLevelType w:val="hybridMultilevel"/>
    <w:tmpl w:val="4C1C3F32"/>
    <w:lvl w:ilvl="0" w:tplc="0C0A000D">
      <w:start w:val="1"/>
      <w:numFmt w:val="bullet"/>
      <w:lvlText w:val=""/>
      <w:lvlJc w:val="left"/>
      <w:pPr>
        <w:tabs>
          <w:tab w:val="num" w:pos="1427"/>
        </w:tabs>
        <w:ind w:left="142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5">
    <w:nsid w:val="1FB80AF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20B74232"/>
    <w:multiLevelType w:val="hybridMultilevel"/>
    <w:tmpl w:val="6164908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1753A58"/>
    <w:multiLevelType w:val="hybridMultilevel"/>
    <w:tmpl w:val="378EA804"/>
    <w:lvl w:ilvl="0" w:tplc="E592B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A67F7D"/>
    <w:multiLevelType w:val="hybridMultilevel"/>
    <w:tmpl w:val="76FE623C"/>
    <w:lvl w:ilvl="0" w:tplc="CDF25C9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5C045A4"/>
    <w:multiLevelType w:val="hybridMultilevel"/>
    <w:tmpl w:val="B38C6E22"/>
    <w:lvl w:ilvl="0" w:tplc="660C3C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80D1343"/>
    <w:multiLevelType w:val="hybridMultilevel"/>
    <w:tmpl w:val="3CCA748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C01DA6"/>
    <w:multiLevelType w:val="hybridMultilevel"/>
    <w:tmpl w:val="244A97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454475"/>
    <w:multiLevelType w:val="hybridMultilevel"/>
    <w:tmpl w:val="1AAA3F04"/>
    <w:lvl w:ilvl="0" w:tplc="0C0A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3">
    <w:nsid w:val="51852DF6"/>
    <w:multiLevelType w:val="hybridMultilevel"/>
    <w:tmpl w:val="CCD6A16A"/>
    <w:lvl w:ilvl="0" w:tplc="660C3C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E0817A3"/>
    <w:multiLevelType w:val="hybridMultilevel"/>
    <w:tmpl w:val="F6D62318"/>
    <w:lvl w:ilvl="0" w:tplc="76F6286A">
      <w:start w:val="1"/>
      <w:numFmt w:val="bullet"/>
      <w:pStyle w:val="Estil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0245E5"/>
    <w:multiLevelType w:val="hybridMultilevel"/>
    <w:tmpl w:val="4176D0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504405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66506A2A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66F168A1"/>
    <w:multiLevelType w:val="hybridMultilevel"/>
    <w:tmpl w:val="756872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7CA7797"/>
    <w:multiLevelType w:val="singleLevel"/>
    <w:tmpl w:val="A830E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4A70701"/>
    <w:multiLevelType w:val="hybridMultilevel"/>
    <w:tmpl w:val="C402F6A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8B510CF"/>
    <w:multiLevelType w:val="hybridMultilevel"/>
    <w:tmpl w:val="2576A222"/>
    <w:lvl w:ilvl="0" w:tplc="B4B64FC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E3C262F"/>
    <w:multiLevelType w:val="hybridMultilevel"/>
    <w:tmpl w:val="2B141630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FB47397"/>
    <w:multiLevelType w:val="hybridMultilevel"/>
    <w:tmpl w:val="712ABA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5"/>
  </w:num>
  <w:num w:numId="4">
    <w:abstractNumId w:val="1"/>
  </w:num>
  <w:num w:numId="5">
    <w:abstractNumId w:val="16"/>
  </w:num>
  <w:num w:numId="6">
    <w:abstractNumId w:val="7"/>
  </w:num>
  <w:num w:numId="7">
    <w:abstractNumId w:val="21"/>
  </w:num>
  <w:num w:numId="8">
    <w:abstractNumId w:val="22"/>
  </w:num>
  <w:num w:numId="9">
    <w:abstractNumId w:val="4"/>
  </w:num>
  <w:num w:numId="10">
    <w:abstractNumId w:val="2"/>
  </w:num>
  <w:num w:numId="11">
    <w:abstractNumId w:val="12"/>
  </w:num>
  <w:num w:numId="12">
    <w:abstractNumId w:val="8"/>
  </w:num>
  <w:num w:numId="13">
    <w:abstractNumId w:val="23"/>
  </w:num>
  <w:num w:numId="14">
    <w:abstractNumId w:val="3"/>
  </w:num>
  <w:num w:numId="15">
    <w:abstractNumId w:val="6"/>
  </w:num>
  <w:num w:numId="16">
    <w:abstractNumId w:val="18"/>
  </w:num>
  <w:num w:numId="17">
    <w:abstractNumId w:val="10"/>
  </w:num>
  <w:num w:numId="18">
    <w:abstractNumId w:val="20"/>
  </w:num>
  <w:num w:numId="19">
    <w:abstractNumId w:val="0"/>
  </w:num>
  <w:num w:numId="20">
    <w:abstractNumId w:val="9"/>
  </w:num>
  <w:num w:numId="21">
    <w:abstractNumId w:val="14"/>
  </w:num>
  <w:num w:numId="22">
    <w:abstractNumId w:val="13"/>
  </w:num>
  <w:num w:numId="23">
    <w:abstractNumId w:val="15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98"/>
    <w:rsid w:val="00005E27"/>
    <w:rsid w:val="00005FFF"/>
    <w:rsid w:val="000060D0"/>
    <w:rsid w:val="00013D59"/>
    <w:rsid w:val="000167F0"/>
    <w:rsid w:val="00027563"/>
    <w:rsid w:val="00031536"/>
    <w:rsid w:val="00034A88"/>
    <w:rsid w:val="00051233"/>
    <w:rsid w:val="00060A6C"/>
    <w:rsid w:val="000747B7"/>
    <w:rsid w:val="000750D8"/>
    <w:rsid w:val="00077B2A"/>
    <w:rsid w:val="0008293E"/>
    <w:rsid w:val="000831E7"/>
    <w:rsid w:val="00084BCF"/>
    <w:rsid w:val="00085281"/>
    <w:rsid w:val="000977D1"/>
    <w:rsid w:val="000A05E1"/>
    <w:rsid w:val="000C3445"/>
    <w:rsid w:val="000C3BDB"/>
    <w:rsid w:val="000D3CBB"/>
    <w:rsid w:val="000D6E77"/>
    <w:rsid w:val="000E02AE"/>
    <w:rsid w:val="000E5765"/>
    <w:rsid w:val="000E758E"/>
    <w:rsid w:val="000F7A48"/>
    <w:rsid w:val="00101871"/>
    <w:rsid w:val="0010256F"/>
    <w:rsid w:val="001053B9"/>
    <w:rsid w:val="00113381"/>
    <w:rsid w:val="0011709D"/>
    <w:rsid w:val="0012004F"/>
    <w:rsid w:val="001236BF"/>
    <w:rsid w:val="00126E1C"/>
    <w:rsid w:val="001513A3"/>
    <w:rsid w:val="00162969"/>
    <w:rsid w:val="00163A7C"/>
    <w:rsid w:val="00176211"/>
    <w:rsid w:val="0018195E"/>
    <w:rsid w:val="001916F3"/>
    <w:rsid w:val="001A232D"/>
    <w:rsid w:val="001B06D5"/>
    <w:rsid w:val="001B5050"/>
    <w:rsid w:val="001B5DC7"/>
    <w:rsid w:val="001D4982"/>
    <w:rsid w:val="00216709"/>
    <w:rsid w:val="002209CC"/>
    <w:rsid w:val="00221EAD"/>
    <w:rsid w:val="00223AB7"/>
    <w:rsid w:val="00225CCF"/>
    <w:rsid w:val="00242D83"/>
    <w:rsid w:val="002541B9"/>
    <w:rsid w:val="002601BD"/>
    <w:rsid w:val="00266B0A"/>
    <w:rsid w:val="0027105B"/>
    <w:rsid w:val="0028336A"/>
    <w:rsid w:val="002A0CC1"/>
    <w:rsid w:val="002A4864"/>
    <w:rsid w:val="002B2FA6"/>
    <w:rsid w:val="002C55A4"/>
    <w:rsid w:val="002D1D87"/>
    <w:rsid w:val="002D4BE4"/>
    <w:rsid w:val="00302F81"/>
    <w:rsid w:val="003170FD"/>
    <w:rsid w:val="00330613"/>
    <w:rsid w:val="0033369F"/>
    <w:rsid w:val="00340915"/>
    <w:rsid w:val="00343743"/>
    <w:rsid w:val="00343C7F"/>
    <w:rsid w:val="00344445"/>
    <w:rsid w:val="003445D0"/>
    <w:rsid w:val="00363BE5"/>
    <w:rsid w:val="003721FF"/>
    <w:rsid w:val="003953CB"/>
    <w:rsid w:val="003A498B"/>
    <w:rsid w:val="003A4E7B"/>
    <w:rsid w:val="003A6FF9"/>
    <w:rsid w:val="003A7495"/>
    <w:rsid w:val="003B2E94"/>
    <w:rsid w:val="003B5DED"/>
    <w:rsid w:val="003B642A"/>
    <w:rsid w:val="003E5048"/>
    <w:rsid w:val="003F2006"/>
    <w:rsid w:val="003F4498"/>
    <w:rsid w:val="00405040"/>
    <w:rsid w:val="00417CC8"/>
    <w:rsid w:val="004275D1"/>
    <w:rsid w:val="0043122E"/>
    <w:rsid w:val="00434D8A"/>
    <w:rsid w:val="00435FBD"/>
    <w:rsid w:val="00440F73"/>
    <w:rsid w:val="0046427D"/>
    <w:rsid w:val="00465629"/>
    <w:rsid w:val="00470661"/>
    <w:rsid w:val="00480CC7"/>
    <w:rsid w:val="00483061"/>
    <w:rsid w:val="004A0062"/>
    <w:rsid w:val="004A229B"/>
    <w:rsid w:val="004C4FB8"/>
    <w:rsid w:val="004C6618"/>
    <w:rsid w:val="004C7F72"/>
    <w:rsid w:val="004D4012"/>
    <w:rsid w:val="004D752B"/>
    <w:rsid w:val="00512088"/>
    <w:rsid w:val="00514B52"/>
    <w:rsid w:val="00520DDF"/>
    <w:rsid w:val="00520F95"/>
    <w:rsid w:val="00525259"/>
    <w:rsid w:val="00534932"/>
    <w:rsid w:val="005403E4"/>
    <w:rsid w:val="00546147"/>
    <w:rsid w:val="00551AA2"/>
    <w:rsid w:val="00563F4A"/>
    <w:rsid w:val="00566B39"/>
    <w:rsid w:val="005670A6"/>
    <w:rsid w:val="00574951"/>
    <w:rsid w:val="0057746A"/>
    <w:rsid w:val="00582383"/>
    <w:rsid w:val="00587A4D"/>
    <w:rsid w:val="0059270E"/>
    <w:rsid w:val="00596863"/>
    <w:rsid w:val="005B423F"/>
    <w:rsid w:val="005C2A39"/>
    <w:rsid w:val="005D555C"/>
    <w:rsid w:val="005D693C"/>
    <w:rsid w:val="005D7B78"/>
    <w:rsid w:val="005E00DF"/>
    <w:rsid w:val="005F45CC"/>
    <w:rsid w:val="00603315"/>
    <w:rsid w:val="00612CA6"/>
    <w:rsid w:val="00612D37"/>
    <w:rsid w:val="00616C30"/>
    <w:rsid w:val="00627941"/>
    <w:rsid w:val="00632CF4"/>
    <w:rsid w:val="00633A79"/>
    <w:rsid w:val="00647857"/>
    <w:rsid w:val="00651349"/>
    <w:rsid w:val="00654CB5"/>
    <w:rsid w:val="00660F89"/>
    <w:rsid w:val="00663DED"/>
    <w:rsid w:val="0066658D"/>
    <w:rsid w:val="00670206"/>
    <w:rsid w:val="0067193E"/>
    <w:rsid w:val="006729B9"/>
    <w:rsid w:val="00673BA5"/>
    <w:rsid w:val="00677BA4"/>
    <w:rsid w:val="0068015E"/>
    <w:rsid w:val="00681ACD"/>
    <w:rsid w:val="00697517"/>
    <w:rsid w:val="006A25E9"/>
    <w:rsid w:val="006A2963"/>
    <w:rsid w:val="006B581B"/>
    <w:rsid w:val="006C55DA"/>
    <w:rsid w:val="006E3E45"/>
    <w:rsid w:val="006E69EA"/>
    <w:rsid w:val="006F1C1E"/>
    <w:rsid w:val="006F2665"/>
    <w:rsid w:val="0070137C"/>
    <w:rsid w:val="00702D63"/>
    <w:rsid w:val="0071003E"/>
    <w:rsid w:val="00711171"/>
    <w:rsid w:val="0073130C"/>
    <w:rsid w:val="0073133D"/>
    <w:rsid w:val="007353C2"/>
    <w:rsid w:val="007470BF"/>
    <w:rsid w:val="007727CD"/>
    <w:rsid w:val="00780480"/>
    <w:rsid w:val="00782B60"/>
    <w:rsid w:val="00783D2A"/>
    <w:rsid w:val="00793591"/>
    <w:rsid w:val="007A1587"/>
    <w:rsid w:val="007A15A6"/>
    <w:rsid w:val="007A58A2"/>
    <w:rsid w:val="007B4C13"/>
    <w:rsid w:val="007C79C9"/>
    <w:rsid w:val="007E7811"/>
    <w:rsid w:val="007F63C9"/>
    <w:rsid w:val="00803DAD"/>
    <w:rsid w:val="00817018"/>
    <w:rsid w:val="008243E7"/>
    <w:rsid w:val="00832646"/>
    <w:rsid w:val="00835751"/>
    <w:rsid w:val="00846154"/>
    <w:rsid w:val="008466A7"/>
    <w:rsid w:val="00851A51"/>
    <w:rsid w:val="00855FFA"/>
    <w:rsid w:val="008604C1"/>
    <w:rsid w:val="00860DEA"/>
    <w:rsid w:val="00885943"/>
    <w:rsid w:val="0088792E"/>
    <w:rsid w:val="00893449"/>
    <w:rsid w:val="008A2BA4"/>
    <w:rsid w:val="008B09F3"/>
    <w:rsid w:val="008B2CB7"/>
    <w:rsid w:val="008B7197"/>
    <w:rsid w:val="008D3E2A"/>
    <w:rsid w:val="008E01D9"/>
    <w:rsid w:val="008E3C16"/>
    <w:rsid w:val="008E5A35"/>
    <w:rsid w:val="008E7296"/>
    <w:rsid w:val="008F5CBF"/>
    <w:rsid w:val="008F61DE"/>
    <w:rsid w:val="00904B0D"/>
    <w:rsid w:val="0091640C"/>
    <w:rsid w:val="00917FB0"/>
    <w:rsid w:val="00925F7B"/>
    <w:rsid w:val="00926A8A"/>
    <w:rsid w:val="0093675F"/>
    <w:rsid w:val="0094655A"/>
    <w:rsid w:val="0095564C"/>
    <w:rsid w:val="00957A05"/>
    <w:rsid w:val="0096551B"/>
    <w:rsid w:val="00976DB0"/>
    <w:rsid w:val="00977261"/>
    <w:rsid w:val="0098580C"/>
    <w:rsid w:val="00987C30"/>
    <w:rsid w:val="009A06A6"/>
    <w:rsid w:val="009B281B"/>
    <w:rsid w:val="009C03F2"/>
    <w:rsid w:val="009C47FE"/>
    <w:rsid w:val="00A04D7B"/>
    <w:rsid w:val="00A20B2F"/>
    <w:rsid w:val="00A22040"/>
    <w:rsid w:val="00A31699"/>
    <w:rsid w:val="00A318F2"/>
    <w:rsid w:val="00A424B4"/>
    <w:rsid w:val="00A533D7"/>
    <w:rsid w:val="00A53E98"/>
    <w:rsid w:val="00A54433"/>
    <w:rsid w:val="00A56C4F"/>
    <w:rsid w:val="00A622EF"/>
    <w:rsid w:val="00A971AA"/>
    <w:rsid w:val="00A97E51"/>
    <w:rsid w:val="00AA0C4E"/>
    <w:rsid w:val="00AB01CB"/>
    <w:rsid w:val="00AC1E70"/>
    <w:rsid w:val="00AC7B03"/>
    <w:rsid w:val="00AD5660"/>
    <w:rsid w:val="00B21A4D"/>
    <w:rsid w:val="00B31A7F"/>
    <w:rsid w:val="00B36E04"/>
    <w:rsid w:val="00B50C30"/>
    <w:rsid w:val="00B51875"/>
    <w:rsid w:val="00B54541"/>
    <w:rsid w:val="00B5772F"/>
    <w:rsid w:val="00B65330"/>
    <w:rsid w:val="00B70C7C"/>
    <w:rsid w:val="00B81B84"/>
    <w:rsid w:val="00B86198"/>
    <w:rsid w:val="00B9317C"/>
    <w:rsid w:val="00BA2CFB"/>
    <w:rsid w:val="00BA368C"/>
    <w:rsid w:val="00BB0A1E"/>
    <w:rsid w:val="00BB7F8F"/>
    <w:rsid w:val="00BC2354"/>
    <w:rsid w:val="00BC5AAD"/>
    <w:rsid w:val="00BD2A23"/>
    <w:rsid w:val="00BF06F2"/>
    <w:rsid w:val="00BF0F6C"/>
    <w:rsid w:val="00BF1383"/>
    <w:rsid w:val="00BF4AC0"/>
    <w:rsid w:val="00C021B0"/>
    <w:rsid w:val="00C049F4"/>
    <w:rsid w:val="00C0547F"/>
    <w:rsid w:val="00C30D2A"/>
    <w:rsid w:val="00C33FC7"/>
    <w:rsid w:val="00C3573C"/>
    <w:rsid w:val="00C41D22"/>
    <w:rsid w:val="00C54F1A"/>
    <w:rsid w:val="00C61663"/>
    <w:rsid w:val="00C639AD"/>
    <w:rsid w:val="00C71420"/>
    <w:rsid w:val="00C77EA5"/>
    <w:rsid w:val="00CA67B0"/>
    <w:rsid w:val="00CB65F7"/>
    <w:rsid w:val="00CE033D"/>
    <w:rsid w:val="00CE3CC7"/>
    <w:rsid w:val="00CE4661"/>
    <w:rsid w:val="00CE5BD5"/>
    <w:rsid w:val="00D02AE4"/>
    <w:rsid w:val="00D172C2"/>
    <w:rsid w:val="00D26C9A"/>
    <w:rsid w:val="00D27021"/>
    <w:rsid w:val="00D31BB3"/>
    <w:rsid w:val="00D35787"/>
    <w:rsid w:val="00D41D76"/>
    <w:rsid w:val="00D565BD"/>
    <w:rsid w:val="00D6178D"/>
    <w:rsid w:val="00D66B6A"/>
    <w:rsid w:val="00D74C98"/>
    <w:rsid w:val="00D75EF9"/>
    <w:rsid w:val="00D7772A"/>
    <w:rsid w:val="00DC4A1E"/>
    <w:rsid w:val="00DC5D24"/>
    <w:rsid w:val="00DD01EF"/>
    <w:rsid w:val="00DD0D2A"/>
    <w:rsid w:val="00DD78C0"/>
    <w:rsid w:val="00DE0D7E"/>
    <w:rsid w:val="00DE73D5"/>
    <w:rsid w:val="00E03DC8"/>
    <w:rsid w:val="00E256F3"/>
    <w:rsid w:val="00E27ED3"/>
    <w:rsid w:val="00E3637D"/>
    <w:rsid w:val="00E4491B"/>
    <w:rsid w:val="00E4696F"/>
    <w:rsid w:val="00E50710"/>
    <w:rsid w:val="00E73A90"/>
    <w:rsid w:val="00EC1AC5"/>
    <w:rsid w:val="00ED2076"/>
    <w:rsid w:val="00ED3EF1"/>
    <w:rsid w:val="00ED43C2"/>
    <w:rsid w:val="00EE2FEB"/>
    <w:rsid w:val="00EE615A"/>
    <w:rsid w:val="00EF201D"/>
    <w:rsid w:val="00EF596A"/>
    <w:rsid w:val="00F06EEA"/>
    <w:rsid w:val="00F1200E"/>
    <w:rsid w:val="00F24137"/>
    <w:rsid w:val="00F370B7"/>
    <w:rsid w:val="00F52822"/>
    <w:rsid w:val="00F5577A"/>
    <w:rsid w:val="00F56528"/>
    <w:rsid w:val="00F670F5"/>
    <w:rsid w:val="00F7687E"/>
    <w:rsid w:val="00F80D3F"/>
    <w:rsid w:val="00F90147"/>
    <w:rsid w:val="00F960EE"/>
    <w:rsid w:val="00FA2EDD"/>
    <w:rsid w:val="00FB06F8"/>
    <w:rsid w:val="00FB4427"/>
    <w:rsid w:val="00FC25C6"/>
    <w:rsid w:val="00FC78AE"/>
    <w:rsid w:val="00FF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rsid w:val="00893449"/>
  </w:style>
  <w:style w:type="character" w:styleId="Textoennegrita">
    <w:name w:val="Strong"/>
    <w:qFormat/>
    <w:rsid w:val="00C049F4"/>
    <w:rPr>
      <w:b/>
      <w:bCs/>
    </w:rPr>
  </w:style>
  <w:style w:type="paragraph" w:styleId="Textodeglobo">
    <w:name w:val="Balloon Text"/>
    <w:basedOn w:val="Normal"/>
    <w:semiHidden/>
    <w:rsid w:val="00E3637D"/>
    <w:rPr>
      <w:rFonts w:ascii="Tahoma" w:hAnsi="Tahoma" w:cs="Tahoma"/>
      <w:sz w:val="16"/>
      <w:szCs w:val="16"/>
    </w:rPr>
  </w:style>
  <w:style w:type="paragraph" w:customStyle="1" w:styleId="2negro">
    <w:name w:val="2negro"/>
    <w:basedOn w:val="Normal"/>
    <w:rsid w:val="00D35787"/>
    <w:pPr>
      <w:spacing w:before="100" w:beforeAutospacing="1" w:after="100" w:afterAutospacing="1"/>
    </w:pPr>
    <w:rPr>
      <w:rFonts w:ascii="Verdana" w:hAnsi="Verdana"/>
      <w:b/>
      <w:bCs/>
      <w:color w:val="000000"/>
      <w:sz w:val="24"/>
      <w:szCs w:val="24"/>
    </w:rPr>
  </w:style>
  <w:style w:type="paragraph" w:customStyle="1" w:styleId="Estilo2">
    <w:name w:val="Estilo2"/>
    <w:basedOn w:val="Normal"/>
    <w:rsid w:val="00D35787"/>
    <w:pPr>
      <w:numPr>
        <w:numId w:val="21"/>
      </w:numPr>
    </w:pPr>
    <w:rPr>
      <w:sz w:val="24"/>
      <w:szCs w:val="24"/>
    </w:rPr>
  </w:style>
  <w:style w:type="character" w:styleId="nfasis">
    <w:name w:val="Emphasis"/>
    <w:qFormat/>
    <w:rsid w:val="00D565BD"/>
    <w:rPr>
      <w:i/>
      <w:iCs/>
    </w:rPr>
  </w:style>
  <w:style w:type="character" w:customStyle="1" w:styleId="EncabezadoCar">
    <w:name w:val="Encabezado Car"/>
    <w:link w:val="Encabezado"/>
    <w:rsid w:val="0073133D"/>
    <w:rPr>
      <w:lang w:val="es-ES_tradnl"/>
    </w:rPr>
  </w:style>
  <w:style w:type="paragraph" w:customStyle="1" w:styleId="Default">
    <w:name w:val="Default"/>
    <w:rsid w:val="001629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021"/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lang w:val="es-ES_tradn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BC5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rsid w:val="00893449"/>
  </w:style>
  <w:style w:type="character" w:styleId="Textoennegrita">
    <w:name w:val="Strong"/>
    <w:qFormat/>
    <w:rsid w:val="00C049F4"/>
    <w:rPr>
      <w:b/>
      <w:bCs/>
    </w:rPr>
  </w:style>
  <w:style w:type="paragraph" w:styleId="Textodeglobo">
    <w:name w:val="Balloon Text"/>
    <w:basedOn w:val="Normal"/>
    <w:semiHidden/>
    <w:rsid w:val="00E3637D"/>
    <w:rPr>
      <w:rFonts w:ascii="Tahoma" w:hAnsi="Tahoma" w:cs="Tahoma"/>
      <w:sz w:val="16"/>
      <w:szCs w:val="16"/>
    </w:rPr>
  </w:style>
  <w:style w:type="paragraph" w:customStyle="1" w:styleId="2negro">
    <w:name w:val="2negro"/>
    <w:basedOn w:val="Normal"/>
    <w:rsid w:val="00D35787"/>
    <w:pPr>
      <w:spacing w:before="100" w:beforeAutospacing="1" w:after="100" w:afterAutospacing="1"/>
    </w:pPr>
    <w:rPr>
      <w:rFonts w:ascii="Verdana" w:hAnsi="Verdana"/>
      <w:b/>
      <w:bCs/>
      <w:color w:val="000000"/>
      <w:sz w:val="24"/>
      <w:szCs w:val="24"/>
    </w:rPr>
  </w:style>
  <w:style w:type="paragraph" w:customStyle="1" w:styleId="Estilo2">
    <w:name w:val="Estilo2"/>
    <w:basedOn w:val="Normal"/>
    <w:rsid w:val="00D35787"/>
    <w:pPr>
      <w:numPr>
        <w:numId w:val="21"/>
      </w:numPr>
    </w:pPr>
    <w:rPr>
      <w:sz w:val="24"/>
      <w:szCs w:val="24"/>
    </w:rPr>
  </w:style>
  <w:style w:type="character" w:styleId="nfasis">
    <w:name w:val="Emphasis"/>
    <w:qFormat/>
    <w:rsid w:val="00D565BD"/>
    <w:rPr>
      <w:i/>
      <w:iCs/>
    </w:rPr>
  </w:style>
  <w:style w:type="character" w:customStyle="1" w:styleId="EncabezadoCar">
    <w:name w:val="Encabezado Car"/>
    <w:link w:val="Encabezado"/>
    <w:rsid w:val="0073133D"/>
    <w:rPr>
      <w:lang w:val="es-ES_tradnl"/>
    </w:rPr>
  </w:style>
  <w:style w:type="paragraph" w:customStyle="1" w:styleId="Default">
    <w:name w:val="Default"/>
    <w:rsid w:val="001629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njyda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FF501-D493-4776-939F-93F6476FB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Logotipo3.dot</Template>
  <TotalTime>0</TotalTime>
  <Pages>1</Pages>
  <Words>467</Words>
  <Characters>2250</Characters>
  <Application>Microsoft Office Word</Application>
  <DocSecurity>0</DocSecurity>
  <Lines>562</Lines>
  <Paragraphs>181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Sevilla, 02 de noviembre de 2001</vt:lpstr>
    </vt:vector>
  </TitlesOfParts>
  <Company>Federación Andaluza de Judo</Company>
  <LinksUpToDate>false</LinksUpToDate>
  <CharactersWithSpaces>2536</CharactersWithSpaces>
  <SharedDoc>false</SharedDoc>
  <HLinks>
    <vt:vector size="6" baseType="variant">
      <vt:variant>
        <vt:i4>3473534</vt:i4>
      </vt:variant>
      <vt:variant>
        <vt:i4>2</vt:i4>
      </vt:variant>
      <vt:variant>
        <vt:i4>0</vt:i4>
      </vt:variant>
      <vt:variant>
        <vt:i4>5</vt:i4>
      </vt:variant>
      <vt:variant>
        <vt:lpwstr>http://www.fanjyda.com/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Sevilla, 02 de noviembre de 2001</dc:title>
  <dc:creator>xx</dc:creator>
  <cp:lastModifiedBy>Antonio Morales</cp:lastModifiedBy>
  <cp:revision>2</cp:revision>
  <cp:lastPrinted>2016-08-29T08:12:00Z</cp:lastPrinted>
  <dcterms:created xsi:type="dcterms:W3CDTF">2021-08-19T10:28:00Z</dcterms:created>
  <dcterms:modified xsi:type="dcterms:W3CDTF">2021-08-19T10:28:00Z</dcterms:modified>
</cp:coreProperties>
</file>